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34772" w14:textId="77777777" w:rsidR="00AA535B" w:rsidRDefault="00C85208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5888CDF5" w14:textId="77777777" w:rsidR="00AA535B" w:rsidRDefault="00C85208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3521F47" w14:textId="77777777" w:rsidR="00AA535B" w:rsidRDefault="00C852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  <w:t>DĖL VALSTYBINĖS ŽEMĖS NUOMOS SUTARTIES</w:t>
      </w:r>
    </w:p>
    <w:p w14:paraId="50869027" w14:textId="77777777" w:rsidR="00AA535B" w:rsidRDefault="00C85208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  <w:t>PAKEITIMO</w:t>
      </w:r>
    </w:p>
    <w:p w14:paraId="55550C32" w14:textId="77777777" w:rsidR="00AA535B" w:rsidRDefault="00AA535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AC1C6D0" w14:textId="5CB8B6B3" w:rsidR="00AA535B" w:rsidRDefault="00C852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2025 m.</w:t>
      </w:r>
      <w:r w:rsidR="0051607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rugpjūčio 14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51607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184</w:t>
      </w:r>
    </w:p>
    <w:p w14:paraId="36F4DB93" w14:textId="77777777" w:rsidR="00AA535B" w:rsidRDefault="00C852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A987137" w14:textId="77777777" w:rsidR="00AA535B" w:rsidRDefault="00AA535B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753C2A83" w14:textId="77777777" w:rsidR="00AA535B" w:rsidRDefault="00C85208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1. Parengto sprendimo projekto tikslas ir uždaviniai.</w:t>
      </w:r>
    </w:p>
    <w:p w14:paraId="2037D422" w14:textId="6A756F58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Šio sprendimo tikslas – </w:t>
      </w:r>
      <w:r>
        <w:rPr>
          <w:rFonts w:ascii="Times New Roman" w:hAnsi="Times New Roman" w:cs="Times New Roman"/>
          <w:sz w:val="24"/>
          <w:szCs w:val="24"/>
          <w:lang w:val="lt-LT"/>
        </w:rPr>
        <w:t>pakeisti 20</w:t>
      </w:r>
      <w:r w:rsidR="004E3BCB">
        <w:rPr>
          <w:rFonts w:ascii="Times New Roman" w:hAnsi="Times New Roman" w:cs="Times New Roman"/>
          <w:sz w:val="24"/>
          <w:szCs w:val="24"/>
          <w:lang w:val="lt-LT"/>
        </w:rPr>
        <w:t>11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E3BCB">
        <w:rPr>
          <w:rFonts w:ascii="Times New Roman" w:hAnsi="Times New Roman" w:cs="Times New Roman"/>
          <w:sz w:val="24"/>
          <w:szCs w:val="24"/>
          <w:lang w:val="lt-LT"/>
        </w:rPr>
        <w:t>sausio 25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d. valstybinės žemės nuomos sutartį Nr. </w:t>
      </w:r>
      <w:r w:rsidR="004E3BCB">
        <w:rPr>
          <w:rFonts w:ascii="Times New Roman" w:hAnsi="Times New Roman" w:cs="Times New Roman"/>
          <w:sz w:val="24"/>
          <w:szCs w:val="24"/>
          <w:lang w:val="lt-LT"/>
        </w:rPr>
        <w:t>15SŽN-9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sudarytą su </w:t>
      </w:r>
      <w:bookmarkStart w:id="0" w:name="_Hlk158890608"/>
      <w:r w:rsidR="00516076" w:rsidRPr="00516076">
        <w:rPr>
          <w:rFonts w:ascii="Times New Roman" w:hAnsi="Times New Roman" w:cs="Times New Roman"/>
          <w:i/>
          <w:sz w:val="24"/>
          <w:szCs w:val="24"/>
          <w:lang w:val="lt-LT"/>
        </w:rPr>
        <w:t>(duomenys neskelbtini)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, kur ja</w:t>
      </w:r>
      <w:r w:rsidR="004E3BCB">
        <w:rPr>
          <w:rFonts w:ascii="Times New Roman" w:hAnsi="Times New Roman" w:cs="Times New Roman"/>
          <w:bCs/>
          <w:sz w:val="24"/>
          <w:szCs w:val="24"/>
          <w:lang w:val="lt-LT"/>
        </w:rPr>
        <w:t>i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mirus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notarų biuro notarė išdavė paveldėjimo teisės pagal </w:t>
      </w:r>
      <w:r w:rsidR="004E3BCB">
        <w:rPr>
          <w:rFonts w:ascii="Times New Roman" w:hAnsi="Times New Roman" w:cs="Times New Roman"/>
          <w:sz w:val="24"/>
          <w:szCs w:val="24"/>
          <w:lang w:val="lt-LT"/>
        </w:rPr>
        <w:t>testamentą liudijimą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kuriuo </w:t>
      </w:r>
      <w:r w:rsidR="00516076" w:rsidRPr="00516076">
        <w:rPr>
          <w:rFonts w:ascii="Times New Roman" w:hAnsi="Times New Roman" w:cs="Times New Roman"/>
          <w:i/>
          <w:sz w:val="24"/>
          <w:szCs w:val="24"/>
          <w:lang w:val="lt-LT"/>
        </w:rPr>
        <w:t>(duomenys neskelbtini)</w:t>
      </w:r>
      <w:r w:rsidR="00516076">
        <w:rPr>
          <w:rFonts w:ascii="Times New Roman" w:hAnsi="Times New Roman" w:cs="Times New Roman"/>
          <w:i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paveldi pastatą </w:t>
      </w:r>
      <w:r w:rsidR="004E3BCB">
        <w:rPr>
          <w:rFonts w:ascii="Times New Roman" w:hAnsi="Times New Roman" w:cs="Times New Roman"/>
          <w:sz w:val="24"/>
          <w:szCs w:val="24"/>
          <w:lang w:val="lt-LT"/>
        </w:rPr>
        <w:t>gyvenamąjį namą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unikalus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Nr. </w:t>
      </w:r>
      <w:r w:rsidR="004E3BCB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7594-8000-3018</w:t>
      </w: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bei paveldi nuomos teisę į </w:t>
      </w:r>
      <w:r w:rsidR="004E3BCB">
        <w:rPr>
          <w:rFonts w:ascii="Times New Roman" w:hAnsi="Times New Roman" w:cs="Times New Roman"/>
          <w:sz w:val="24"/>
          <w:szCs w:val="24"/>
          <w:lang w:val="lt-LT"/>
        </w:rPr>
        <w:t>gyvenamojo namo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eksploatavimui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išnuomotą </w:t>
      </w:r>
      <w:r w:rsidR="004E3BCB">
        <w:rPr>
          <w:rFonts w:ascii="Times New Roman" w:hAnsi="Times New Roman" w:cs="Times New Roman"/>
          <w:bCs/>
          <w:sz w:val="24"/>
          <w:szCs w:val="24"/>
          <w:lang w:val="lt-LT"/>
        </w:rPr>
        <w:t>394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kv. m kitos paskirties žemės sklypo, kadastro Nr. 7550/000</w:t>
      </w:r>
      <w:r w:rsidR="00D637B4">
        <w:rPr>
          <w:rFonts w:ascii="Times New Roman" w:hAnsi="Times New Roman" w:cs="Times New Roman"/>
          <w:bCs/>
          <w:sz w:val="24"/>
          <w:szCs w:val="24"/>
          <w:lang w:val="lt-LT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:</w:t>
      </w:r>
      <w:r w:rsidR="00D637B4">
        <w:rPr>
          <w:rFonts w:ascii="Times New Roman" w:hAnsi="Times New Roman" w:cs="Times New Roman"/>
          <w:bCs/>
          <w:sz w:val="24"/>
          <w:szCs w:val="24"/>
          <w:lang w:val="lt-LT"/>
        </w:rPr>
        <w:t>451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esančio </w:t>
      </w:r>
      <w:r w:rsidR="00D637B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Laisvės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g. </w:t>
      </w:r>
      <w:r w:rsidR="00D637B4">
        <w:rPr>
          <w:rFonts w:ascii="Times New Roman" w:hAnsi="Times New Roman" w:cs="Times New Roman"/>
          <w:bCs/>
          <w:sz w:val="24"/>
          <w:szCs w:val="24"/>
          <w:lang w:val="lt-LT"/>
        </w:rPr>
        <w:t>30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Skuodo mieste, </w:t>
      </w:r>
      <w:r w:rsidR="00D637B4">
        <w:rPr>
          <w:rFonts w:ascii="Times New Roman" w:hAnsi="Times New Roman" w:cs="Times New Roman"/>
          <w:bCs/>
          <w:sz w:val="24"/>
          <w:szCs w:val="24"/>
          <w:lang w:val="lt-LT"/>
        </w:rPr>
        <w:t>8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0 kv. m dalį</w:t>
      </w:r>
      <w:bookmarkEnd w:id="0"/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516076" w:rsidRPr="00516076">
        <w:rPr>
          <w:rFonts w:ascii="Times New Roman" w:hAnsi="Times New Roman" w:cs="Times New Roman"/>
          <w:i/>
          <w:sz w:val="24"/>
          <w:szCs w:val="24"/>
          <w:lang w:val="lt-LT"/>
        </w:rPr>
        <w:t>(duomenys neskelbtini)</w:t>
      </w:r>
      <w:r w:rsidR="00516076">
        <w:rPr>
          <w:rFonts w:ascii="Times New Roman" w:hAnsi="Times New Roman" w:cs="Times New Roman"/>
          <w:i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prašymas pakeisti nuomos sutartį gautas 2025 m. </w:t>
      </w:r>
      <w:r w:rsidR="00D637B4">
        <w:rPr>
          <w:rFonts w:ascii="Times New Roman" w:hAnsi="Times New Roman" w:cs="Times New Roman"/>
          <w:sz w:val="24"/>
          <w:szCs w:val="24"/>
          <w:lang w:val="lt-LT"/>
        </w:rPr>
        <w:t>rugpjūčio 1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18D1EF9A" w14:textId="77777777" w:rsidR="00AA535B" w:rsidRDefault="00AA535B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48E192DA" w14:textId="77777777" w:rsidR="00AA535B" w:rsidRDefault="00C85208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10CB9FF9" w14:textId="33D1B5BC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 patikėjimo teise valdo </w:t>
      </w:r>
      <w:r w:rsidR="00D637B4">
        <w:rPr>
          <w:rFonts w:ascii="Times New Roman" w:hAnsi="Times New Roman" w:cs="Times New Roman"/>
          <w:sz w:val="24"/>
          <w:szCs w:val="24"/>
          <w:lang w:val="lt-LT"/>
        </w:rPr>
        <w:t>394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kv. m žemės sklypo,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kadastro Nr. 7550/000</w:t>
      </w:r>
      <w:r w:rsidR="00D637B4">
        <w:rPr>
          <w:rFonts w:ascii="Times New Roman" w:hAnsi="Times New Roman" w:cs="Times New Roman"/>
          <w:bCs/>
          <w:sz w:val="24"/>
          <w:szCs w:val="24"/>
          <w:lang w:val="lt-LT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:</w:t>
      </w:r>
      <w:r w:rsidR="00D637B4">
        <w:rPr>
          <w:rFonts w:ascii="Times New Roman" w:hAnsi="Times New Roman" w:cs="Times New Roman"/>
          <w:bCs/>
          <w:sz w:val="24"/>
          <w:szCs w:val="24"/>
          <w:lang w:val="lt-LT"/>
        </w:rPr>
        <w:t>451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esančio </w:t>
      </w:r>
      <w:r w:rsidR="00D637B4">
        <w:rPr>
          <w:rFonts w:ascii="Times New Roman" w:hAnsi="Times New Roman" w:cs="Times New Roman"/>
          <w:bCs/>
          <w:sz w:val="24"/>
          <w:szCs w:val="24"/>
          <w:lang w:val="lt-LT"/>
        </w:rPr>
        <w:t>Laisvės g. 30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, Skuodo mieste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dalį </w:t>
      </w:r>
      <w:r w:rsidR="00D637B4">
        <w:rPr>
          <w:rFonts w:ascii="Times New Roman" w:hAnsi="Times New Roman" w:cs="Times New Roman"/>
          <w:sz w:val="24"/>
          <w:szCs w:val="24"/>
          <w:lang w:val="lt-LT"/>
        </w:rPr>
        <w:t>80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kv. m, kurio paskirtis yra kitos paskirties žemė, o naudojimo būdas – </w:t>
      </w:r>
      <w:r w:rsidR="0053331E">
        <w:rPr>
          <w:rFonts w:ascii="Times New Roman" w:hAnsi="Times New Roman" w:cs="Times New Roman"/>
          <w:sz w:val="24"/>
          <w:szCs w:val="24"/>
          <w:lang w:val="lt-LT"/>
        </w:rPr>
        <w:t>gyvenamosios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teritorijos. </w:t>
      </w:r>
    </w:p>
    <w:p w14:paraId="6EC4C0B6" w14:textId="77777777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2 dalies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20 punkte nustatyta, kad išimtinė savivaldybės tarybos funkcija – sprendimų dėl savivaldybei patikėjimo teise perduotos valstybinės žemės valdymo, naudojimo ir disponavimo ja priėmimas. </w:t>
      </w:r>
    </w:p>
    <w:p w14:paraId="0D21FB3C" w14:textId="77777777" w:rsidR="00AA535B" w:rsidRDefault="00C85208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Lietuvos Respublikos civilinio kodekso 6.558 straipsnio 1 dalis nurodo, kad po žemės nuomininko mirties su nuomos sutartimi susijusios teisės ir pareigos pereina jo įpėdiniams, jeigu šie jų neatsisako. </w:t>
      </w:r>
    </w:p>
    <w:p w14:paraId="6BAFDCAC" w14:textId="77777777" w:rsidR="00AA535B" w:rsidRDefault="00C85208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Žemės įstatymo (toliau – ŽĮ) 7 straipsnio 1 dalies 2 punkte nurodyta, kad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valstybinės žemės patikėjimo teisės subjektai (patikėtiniai) yra  savivaldybės – savivaldybės teritorijoje esančių miestų ir miestelių teritorijų ribose valstybinės žemės, perduotos Vyriausybės nutarimu. </w:t>
      </w:r>
    </w:p>
    <w:p w14:paraId="54B1B54F" w14:textId="77777777" w:rsidR="00AA535B" w:rsidRDefault="00C85208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ŽĮ 9 straipsnio 1 dalies 1 punkte minima, kad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Valstybinės žemės sklypus įstatymų ir kitų teisės aktų nustatyta tvarka išnuomoja sa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vivaldybių tarybos – valstybinės žemės sklypus, perduotus patikėjimo teise savivaldybėms. Sprendimą išnuomoti valstybinės žemės sklypą priima savivaldybės taryba, o valstybinės žemės nuomos sutartį sudaro meras arba jo įgaliotas savivaldybės administracijos direktorius.</w:t>
      </w:r>
    </w:p>
    <w:p w14:paraId="4085773C" w14:textId="77777777" w:rsidR="00AA535B" w:rsidRDefault="00C85208">
      <w:pPr>
        <w:widowControl w:val="0"/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"/>
        </w:rPr>
      </w:pPr>
      <w:r>
        <w:rPr>
          <w:rFonts w:ascii="Times New Roman" w:hAnsi="Times New Roman" w:cs="Times New Roman"/>
          <w:iCs/>
          <w:sz w:val="24"/>
          <w:szCs w:val="24"/>
          <w:lang w:val="lt-LT"/>
        </w:rPr>
        <w:t>K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itos paskirties valstybinės žemės sklypų pardavimo ir nuomos taisyklių, patvirtintų Lietuvos Respublikos Vyriausybės </w:t>
      </w:r>
      <w:r>
        <w:rPr>
          <w:rFonts w:ascii="Times New Roman" w:hAnsi="Times New Roman" w:cs="Times New Roman"/>
          <w:sz w:val="24"/>
          <w:szCs w:val="24"/>
          <w:lang w:val="lt-LT"/>
        </w:rPr>
        <w:t>1999 m. kovo 9 d. nutarimu Nr. 260 „Dėl kitos paskirties valstybinės žemės sklypų pardavimo ir nuomos taisyklių patvirtinimo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“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(toliau – Taisyklės),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49.7 papunktyje nurodyta, kad v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alstybinės </w:t>
      </w:r>
      <w:r>
        <w:rPr>
          <w:rFonts w:ascii="Times New Roman" w:hAnsi="Times New Roman" w:cs="Times New Roman"/>
          <w:color w:val="000000"/>
          <w:sz w:val="24"/>
          <w:szCs w:val="24"/>
          <w:lang w:val="lt"/>
        </w:rPr>
        <w:t>žemės nuomos sutartis, kurios sudarymo faktas įregistruotas Nekilnojamojo turto registre keičiama kitais įstatymuose nustatytais atvejais.</w:t>
      </w:r>
    </w:p>
    <w:p w14:paraId="5B3C02F9" w14:textId="77777777" w:rsidR="00AA535B" w:rsidRDefault="00C85208">
      <w:pPr>
        <w:widowControl w:val="0"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Taisyklių 51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punkte minima, kad 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Valstybinės žemės nuomotojui arba nuomininkui paprašius kitos sutarties šalies pakeisti atskirą (-</w:t>
      </w:r>
      <w:proofErr w:type="spellStart"/>
      <w:r>
        <w:rPr>
          <w:rFonts w:ascii="Times New Roman" w:hAnsi="Times New Roman" w:cs="Times New Roman"/>
          <w:sz w:val="24"/>
          <w:szCs w:val="24"/>
          <w:lang w:val="lt-LT" w:eastAsia="lt-LT"/>
        </w:rPr>
        <w:t>as</w:t>
      </w:r>
      <w:proofErr w:type="spellEnd"/>
      <w:r>
        <w:rPr>
          <w:rFonts w:ascii="Times New Roman" w:hAnsi="Times New Roman" w:cs="Times New Roman"/>
          <w:sz w:val="24"/>
          <w:szCs w:val="24"/>
          <w:lang w:val="lt-LT" w:eastAsia="lt-LT"/>
        </w:rPr>
        <w:t>) sutarties sąlygą (-</w:t>
      </w:r>
      <w:proofErr w:type="spellStart"/>
      <w:r>
        <w:rPr>
          <w:rFonts w:ascii="Times New Roman" w:hAnsi="Times New Roman" w:cs="Times New Roman"/>
          <w:sz w:val="24"/>
          <w:szCs w:val="24"/>
          <w:lang w:val="lt-LT" w:eastAsia="lt-LT"/>
        </w:rPr>
        <w:t>as</w:t>
      </w:r>
      <w:proofErr w:type="spellEnd"/>
      <w:r>
        <w:rPr>
          <w:rFonts w:ascii="Times New Roman" w:hAnsi="Times New Roman" w:cs="Times New Roman"/>
          <w:sz w:val="24"/>
          <w:szCs w:val="24"/>
          <w:lang w:val="lt-LT" w:eastAsia="lt-LT"/>
        </w:rPr>
        <w:t>) ir pastarajai sutikus, sutarties tekstas surašomas taip, kad visos jos sąlygos atitiktų prašymo pakeisti sutartį keitimo pateikimo metu galiojančius teisės aktų reikalavimus.</w:t>
      </w:r>
    </w:p>
    <w:p w14:paraId="284B03EB" w14:textId="77777777" w:rsidR="00AA535B" w:rsidRDefault="00C85208">
      <w:pPr>
        <w:widowControl w:val="0"/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Vyriausybės 1999 m. vasario 24 d. nutarimo Nr. 205 „Dėl </w:t>
      </w:r>
      <w:bookmarkStart w:id="1" w:name="_Hlk158291509"/>
      <w:r>
        <w:rPr>
          <w:rFonts w:ascii="Times New Roman" w:hAnsi="Times New Roman" w:cs="Times New Roman"/>
          <w:sz w:val="24"/>
          <w:szCs w:val="24"/>
          <w:lang w:val="lt-LT" w:eastAsia="lt-LT"/>
        </w:rPr>
        <w:t>žemės įvertinimo tvarkos</w:t>
      </w:r>
      <w:bookmarkEnd w:id="1"/>
      <w:r>
        <w:rPr>
          <w:rFonts w:ascii="Times New Roman" w:hAnsi="Times New Roman" w:cs="Times New Roman"/>
          <w:sz w:val="24"/>
          <w:szCs w:val="24"/>
          <w:lang w:val="lt-LT" w:eastAsia="lt-LT"/>
        </w:rPr>
        <w:t>“ 5.9 papunktis nurodo, kad nuo 2009 m. sausio 1 d. be aukciono išnuomojamų valstybinės žemės sklypų vertė apskaičiuojama pagal einamųjų metų sausio 1 d. taikytus žemės verčių žemėlapius.</w:t>
      </w:r>
    </w:p>
    <w:p w14:paraId="60E212B4" w14:textId="77777777" w:rsidR="00AA535B" w:rsidRDefault="00AA535B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5BF47667" w14:textId="77777777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C6F46A7" w14:textId="77777777" w:rsidR="00AA535B" w:rsidRDefault="00C85208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Pritarus sprendimo projektui, bus pasirašomas susitarimas dėl valstybinės žemės nuomos sutarties pakeitimo, kurį nuomininkas privalės registruoti Nekilnojamojo turto registre. </w:t>
      </w:r>
    </w:p>
    <w:p w14:paraId="63F64A76" w14:textId="77777777" w:rsidR="00AA535B" w:rsidRDefault="00AA535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451D4DA" w14:textId="77777777" w:rsidR="00AA535B" w:rsidRDefault="00C85208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25F6944" w14:textId="77777777" w:rsidR="00AA535B" w:rsidRDefault="00C8520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Savivaldybės biudžeto lėšos nereikalingos.</w:t>
      </w:r>
    </w:p>
    <w:p w14:paraId="315626C7" w14:textId="77777777" w:rsidR="00AA535B" w:rsidRDefault="00AA535B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11A684C" w14:textId="77777777" w:rsidR="00AA535B" w:rsidRDefault="00C85208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D201ACD" w14:textId="77777777" w:rsidR="00AA535B" w:rsidRDefault="00C8520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53B11997" w14:textId="77777777" w:rsidR="00AA535B" w:rsidRDefault="00C8520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Rengėja – Statybos, investicijų ir turto valdymo skyriaus vyriausioji specialistė Jolanta Juškienė.</w:t>
      </w:r>
    </w:p>
    <w:p w14:paraId="4C2F9E15" w14:textId="77777777" w:rsidR="00AA535B" w:rsidRDefault="00AA535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AA535B">
      <w:headerReference w:type="default" r:id="rId8"/>
      <w:headerReference w:type="first" r:id="rId9"/>
      <w:pgSz w:w="11906" w:h="16838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E069A" w14:textId="77777777" w:rsidR="000C2554" w:rsidRDefault="000C2554">
      <w:pPr>
        <w:spacing w:after="0" w:line="240" w:lineRule="auto"/>
      </w:pPr>
      <w:r>
        <w:separator/>
      </w:r>
    </w:p>
  </w:endnote>
  <w:endnote w:type="continuationSeparator" w:id="0">
    <w:p w14:paraId="4062AB00" w14:textId="77777777" w:rsidR="000C2554" w:rsidRDefault="000C2554">
      <w:pPr>
        <w:spacing w:after="0" w:line="240" w:lineRule="auto"/>
      </w:pPr>
      <w:r>
        <w:continuationSeparator/>
      </w:r>
    </w:p>
  </w:endnote>
  <w:endnote w:type="continuationNotice" w:id="1">
    <w:p w14:paraId="509FEEF8" w14:textId="77777777" w:rsidR="000C2554" w:rsidRDefault="000C25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ED059" w14:textId="77777777" w:rsidR="000C2554" w:rsidRDefault="000C2554">
      <w:pPr>
        <w:spacing w:after="0" w:line="240" w:lineRule="auto"/>
      </w:pPr>
      <w:r>
        <w:separator/>
      </w:r>
    </w:p>
  </w:footnote>
  <w:footnote w:type="continuationSeparator" w:id="0">
    <w:p w14:paraId="5E60066C" w14:textId="77777777" w:rsidR="000C2554" w:rsidRDefault="000C2554">
      <w:pPr>
        <w:spacing w:after="0" w:line="240" w:lineRule="auto"/>
      </w:pPr>
      <w:r>
        <w:continuationSeparator/>
      </w:r>
    </w:p>
  </w:footnote>
  <w:footnote w:type="continuationNotice" w:id="1">
    <w:p w14:paraId="3D851166" w14:textId="77777777" w:rsidR="000C2554" w:rsidRDefault="000C25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718008"/>
      <w:docPartObj>
        <w:docPartGallery w:val="Page Numbers (Top of Page)"/>
        <w:docPartUnique/>
      </w:docPartObj>
    </w:sdtPr>
    <w:sdtContent>
      <w:p w14:paraId="2F746798" w14:textId="77777777" w:rsidR="00AA535B" w:rsidRDefault="00C8520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1FB6FF66" w14:textId="77777777" w:rsidR="00AA535B" w:rsidRDefault="00AA535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3021" w14:textId="77777777" w:rsidR="00AA535B" w:rsidRDefault="00AA535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81D5C"/>
    <w:multiLevelType w:val="hybridMultilevel"/>
    <w:tmpl w:val="1C0EB474"/>
    <w:lvl w:ilvl="0" w:tplc="4950E4E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910AD2A2">
      <w:start w:val="1"/>
      <w:numFmt w:val="lowerLetter"/>
      <w:lvlText w:val="%2."/>
      <w:lvlJc w:val="left"/>
      <w:pPr>
        <w:ind w:left="2327" w:hanging="360"/>
      </w:pPr>
    </w:lvl>
    <w:lvl w:ilvl="2" w:tplc="52B8BC34">
      <w:start w:val="1"/>
      <w:numFmt w:val="lowerRoman"/>
      <w:lvlText w:val="%3."/>
      <w:lvlJc w:val="right"/>
      <w:pPr>
        <w:ind w:left="3047" w:hanging="180"/>
      </w:pPr>
    </w:lvl>
    <w:lvl w:ilvl="3" w:tplc="86CCA2CC">
      <w:start w:val="1"/>
      <w:numFmt w:val="decimal"/>
      <w:lvlText w:val="%4."/>
      <w:lvlJc w:val="left"/>
      <w:pPr>
        <w:ind w:left="3767" w:hanging="360"/>
      </w:pPr>
    </w:lvl>
    <w:lvl w:ilvl="4" w:tplc="E312A490">
      <w:start w:val="1"/>
      <w:numFmt w:val="lowerLetter"/>
      <w:lvlText w:val="%5."/>
      <w:lvlJc w:val="left"/>
      <w:pPr>
        <w:ind w:left="4487" w:hanging="360"/>
      </w:pPr>
    </w:lvl>
    <w:lvl w:ilvl="5" w:tplc="CF8237D2">
      <w:start w:val="1"/>
      <w:numFmt w:val="lowerRoman"/>
      <w:lvlText w:val="%6."/>
      <w:lvlJc w:val="right"/>
      <w:pPr>
        <w:ind w:left="5207" w:hanging="180"/>
      </w:pPr>
    </w:lvl>
    <w:lvl w:ilvl="6" w:tplc="CDF0EF72">
      <w:start w:val="1"/>
      <w:numFmt w:val="decimal"/>
      <w:lvlText w:val="%7."/>
      <w:lvlJc w:val="left"/>
      <w:pPr>
        <w:ind w:left="5927" w:hanging="360"/>
      </w:pPr>
    </w:lvl>
    <w:lvl w:ilvl="7" w:tplc="A59CD2D8">
      <w:start w:val="1"/>
      <w:numFmt w:val="lowerLetter"/>
      <w:lvlText w:val="%8."/>
      <w:lvlJc w:val="left"/>
      <w:pPr>
        <w:ind w:left="6647" w:hanging="360"/>
      </w:pPr>
    </w:lvl>
    <w:lvl w:ilvl="8" w:tplc="65D87DA2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FEB6A23"/>
    <w:multiLevelType w:val="hybridMultilevel"/>
    <w:tmpl w:val="245AFB14"/>
    <w:lvl w:ilvl="0" w:tplc="B4C2FE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F34AA02">
      <w:start w:val="1"/>
      <w:numFmt w:val="lowerLetter"/>
      <w:lvlText w:val="%2."/>
      <w:lvlJc w:val="left"/>
      <w:pPr>
        <w:ind w:left="1931" w:hanging="360"/>
      </w:pPr>
    </w:lvl>
    <w:lvl w:ilvl="2" w:tplc="8F3A39C2">
      <w:start w:val="1"/>
      <w:numFmt w:val="lowerRoman"/>
      <w:lvlText w:val="%3."/>
      <w:lvlJc w:val="right"/>
      <w:pPr>
        <w:ind w:left="2651" w:hanging="180"/>
      </w:pPr>
    </w:lvl>
    <w:lvl w:ilvl="3" w:tplc="1EE24B96">
      <w:start w:val="1"/>
      <w:numFmt w:val="decimal"/>
      <w:lvlText w:val="%4."/>
      <w:lvlJc w:val="left"/>
      <w:pPr>
        <w:ind w:left="3371" w:hanging="360"/>
      </w:pPr>
    </w:lvl>
    <w:lvl w:ilvl="4" w:tplc="4EA481FC">
      <w:start w:val="1"/>
      <w:numFmt w:val="lowerLetter"/>
      <w:lvlText w:val="%5."/>
      <w:lvlJc w:val="left"/>
      <w:pPr>
        <w:ind w:left="4091" w:hanging="360"/>
      </w:pPr>
    </w:lvl>
    <w:lvl w:ilvl="5" w:tplc="28885E8C">
      <w:start w:val="1"/>
      <w:numFmt w:val="lowerRoman"/>
      <w:lvlText w:val="%6."/>
      <w:lvlJc w:val="right"/>
      <w:pPr>
        <w:ind w:left="4811" w:hanging="180"/>
      </w:pPr>
    </w:lvl>
    <w:lvl w:ilvl="6" w:tplc="9CFCF0EE">
      <w:start w:val="1"/>
      <w:numFmt w:val="decimal"/>
      <w:lvlText w:val="%7."/>
      <w:lvlJc w:val="left"/>
      <w:pPr>
        <w:ind w:left="5531" w:hanging="360"/>
      </w:pPr>
    </w:lvl>
    <w:lvl w:ilvl="7" w:tplc="7FAA2CD2">
      <w:start w:val="1"/>
      <w:numFmt w:val="lowerLetter"/>
      <w:lvlText w:val="%8."/>
      <w:lvlJc w:val="left"/>
      <w:pPr>
        <w:ind w:left="6251" w:hanging="360"/>
      </w:pPr>
    </w:lvl>
    <w:lvl w:ilvl="8" w:tplc="D73EFCE0">
      <w:start w:val="1"/>
      <w:numFmt w:val="lowerRoman"/>
      <w:lvlText w:val="%9."/>
      <w:lvlJc w:val="right"/>
      <w:pPr>
        <w:ind w:left="6971" w:hanging="180"/>
      </w:pPr>
    </w:lvl>
  </w:abstractNum>
  <w:num w:numId="1" w16cid:durableId="617836714">
    <w:abstractNumId w:val="1"/>
  </w:num>
  <w:num w:numId="2" w16cid:durableId="30856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4E"/>
    <w:rsid w:val="000C2554"/>
    <w:rsid w:val="002F0AD3"/>
    <w:rsid w:val="003B2770"/>
    <w:rsid w:val="004E3BCB"/>
    <w:rsid w:val="00516076"/>
    <w:rsid w:val="0053331E"/>
    <w:rsid w:val="00804996"/>
    <w:rsid w:val="00992E4E"/>
    <w:rsid w:val="00AA535B"/>
    <w:rsid w:val="00C80874"/>
    <w:rsid w:val="00C85208"/>
    <w:rsid w:val="00CB6860"/>
    <w:rsid w:val="00D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0776A"/>
  <w15:docId w15:val="{3F1B11F5-CA9F-4820-93F2-C864ECCD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val="lt-LT"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Pataisymai">
    <w:name w:val="Revision"/>
    <w:hidden/>
    <w:uiPriority w:val="99"/>
    <w:semiHidden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character" w:customStyle="1" w:styleId="clear">
    <w:name w:val="clear"/>
    <w:basedOn w:val="Numatytasispastraiposriftas"/>
  </w:style>
  <w:style w:type="character" w:styleId="Hipersaitas">
    <w:name w:val="Hyperlink"/>
    <w:basedOn w:val="Numatytasispastraiposriftas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Ai&#353;kinamasis+ra&#353;tas+D&#279;l+valstybin&#279;s+&#382;em&#279;s+nuomos++sutarties+pakeitimo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EB1B6-C3DB-419A-AA27-75D7B038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Aiškinamasis+raštas+Dėl+valstybinės+žemės+nuomos++sutarties+pakeitimo</Template>
  <TotalTime>5</TotalTime>
  <Pages>2</Pages>
  <Words>2472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3</cp:revision>
  <dcterms:created xsi:type="dcterms:W3CDTF">2025-08-14T05:35:00Z</dcterms:created>
  <dcterms:modified xsi:type="dcterms:W3CDTF">2025-08-14T05:39:00Z</dcterms:modified>
</cp:coreProperties>
</file>